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3964F4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3964F4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</w:t>
      </w:r>
      <w:r w:rsidR="00367721">
        <w:rPr>
          <w:rFonts w:ascii="Arial" w:hAnsi="Arial" w:cs="Arial"/>
          <w:b/>
        </w:rPr>
        <w:t xml:space="preserve">technické </w:t>
      </w:r>
      <w:r w:rsidRPr="00447B8F">
        <w:rPr>
          <w:rFonts w:ascii="Arial" w:hAnsi="Arial" w:cs="Arial"/>
          <w:b/>
        </w:rPr>
        <w:t xml:space="preserve">kvalifikace </w:t>
      </w:r>
      <w:r w:rsidR="00367721">
        <w:rPr>
          <w:rFonts w:ascii="Arial" w:hAnsi="Arial" w:cs="Arial"/>
          <w:b/>
        </w:rPr>
        <w:t>– Seznam významných služeb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3255C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3964F4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108D5">
              <w:rPr>
                <w:rFonts w:ascii="Arial" w:hAnsi="Arial" w:cs="Arial"/>
                <w:b/>
                <w:sz w:val="20"/>
                <w:szCs w:val="20"/>
              </w:rPr>
              <w:t>VZ12/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2023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5108D5" w:rsidRPr="005108D5">
              <w:rPr>
                <w:rFonts w:ascii="Arial" w:hAnsi="Arial" w:cs="Arial"/>
                <w:b/>
                <w:sz w:val="20"/>
                <w:szCs w:val="20"/>
              </w:rPr>
              <w:t>Dodávka SW licencí a služeb k produktům Microsoft</w:t>
            </w:r>
          </w:p>
        </w:tc>
      </w:tr>
      <w:tr w:rsidR="00D3255C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D3255C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3964F4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D3255C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3964F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396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D3255C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3964F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396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D3255C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3964F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396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D3255C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3964F4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D3255C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3964F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3964F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D3255C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3964F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3964F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D3255C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3964F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3964F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D3255C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3964F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3964F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D3255C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3964F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3964F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D3255C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3964F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3964F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D3255C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396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3964F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3964F4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8D7673" w:rsidRPr="005108D5" w:rsidRDefault="008D7673" w:rsidP="005108D5">
      <w:pPr>
        <w:rPr>
          <w:rFonts w:ascii="Arial" w:hAnsi="Arial" w:cs="Arial"/>
          <w:sz w:val="20"/>
          <w:szCs w:val="20"/>
        </w:rPr>
      </w:pPr>
    </w:p>
    <w:p w:rsidR="008C277F" w:rsidRPr="00657AF1" w:rsidRDefault="003964F4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5108D5">
        <w:rPr>
          <w:rFonts w:ascii="Arial" w:hAnsi="Arial" w:cs="Arial"/>
          <w:sz w:val="20"/>
          <w:szCs w:val="20"/>
        </w:rPr>
        <w:t>části B. Kvalifikace v čl. III</w:t>
      </w:r>
      <w:r w:rsidR="00657AF1" w:rsidRPr="00657AF1">
        <w:rPr>
          <w:rFonts w:ascii="Arial" w:hAnsi="Arial" w:cs="Arial"/>
          <w:sz w:val="20"/>
          <w:szCs w:val="20"/>
        </w:rPr>
        <w:t xml:space="preserve"> Technická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A004B7">
        <w:rPr>
          <w:rFonts w:ascii="Arial" w:hAnsi="Arial" w:cs="Arial"/>
          <w:sz w:val="20"/>
          <w:szCs w:val="20"/>
        </w:rPr>
        <w:t xml:space="preserve">st. 1 Seznam významných </w:t>
      </w:r>
      <w:r w:rsidR="005108D5">
        <w:rPr>
          <w:rFonts w:ascii="Arial" w:hAnsi="Arial" w:cs="Arial"/>
          <w:sz w:val="20"/>
          <w:szCs w:val="20"/>
        </w:rPr>
        <w:t>dodávek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5108D5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593E12" w:rsidRPr="005108D5" w:rsidRDefault="005108D5" w:rsidP="005108D5">
      <w:pPr>
        <w:autoSpaceDE w:val="0"/>
        <w:autoSpaceDN w:val="0"/>
        <w:adjustRightInd w:val="0"/>
        <w:spacing w:before="120" w:after="120"/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r w:rsidRPr="00872733">
        <w:rPr>
          <w:rFonts w:ascii="Arial" w:hAnsi="Arial" w:cs="Arial"/>
          <w:b/>
          <w:bCs/>
          <w:sz w:val="20"/>
          <w:szCs w:val="20"/>
        </w:rPr>
        <w:t>Dodavatel prokáže toto kritérium technické kvalifikace, pokud</w:t>
      </w:r>
      <w:r w:rsidRPr="00872733">
        <w:rPr>
          <w:rFonts w:ascii="Arial" w:hAnsi="Arial" w:cs="Arial"/>
          <w:b/>
          <w:sz w:val="20"/>
          <w:szCs w:val="20"/>
        </w:rPr>
        <w:t xml:space="preserve"> </w:t>
      </w:r>
      <w:r w:rsidRPr="00872733">
        <w:rPr>
          <w:rFonts w:ascii="Arial" w:hAnsi="Arial" w:cs="Arial"/>
          <w:b/>
          <w:bCs/>
          <w:sz w:val="20"/>
          <w:szCs w:val="20"/>
        </w:rPr>
        <w:t xml:space="preserve">v posledních </w:t>
      </w:r>
      <w:r w:rsidRPr="00BD1194">
        <w:rPr>
          <w:rFonts w:ascii="Arial" w:hAnsi="Arial" w:cs="Arial"/>
          <w:b/>
          <w:bCs/>
          <w:sz w:val="20"/>
          <w:szCs w:val="20"/>
        </w:rPr>
        <w:t xml:space="preserve">3 letech realizoval 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Pr="00BD1194">
        <w:rPr>
          <w:rFonts w:ascii="Arial" w:hAnsi="Arial" w:cs="Arial"/>
          <w:b/>
          <w:bCs/>
          <w:sz w:val="20"/>
          <w:szCs w:val="20"/>
        </w:rPr>
        <w:t xml:space="preserve"> obdobných zakázek v min. hodnotě </w:t>
      </w:r>
      <w:r>
        <w:rPr>
          <w:rFonts w:ascii="Arial" w:hAnsi="Arial" w:cs="Arial"/>
          <w:b/>
          <w:bCs/>
          <w:sz w:val="20"/>
          <w:szCs w:val="20"/>
        </w:rPr>
        <w:t>5 000 000</w:t>
      </w:r>
      <w:r w:rsidRPr="00BD1194">
        <w:rPr>
          <w:rFonts w:ascii="Arial" w:hAnsi="Arial" w:cs="Arial"/>
          <w:b/>
          <w:bCs/>
          <w:sz w:val="20"/>
          <w:szCs w:val="20"/>
        </w:rPr>
        <w:t xml:space="preserve">,- Kč </w:t>
      </w:r>
      <w:r w:rsidRPr="00BD1194">
        <w:rPr>
          <w:rFonts w:ascii="Arial" w:hAnsi="Arial" w:cs="Arial"/>
          <w:bCs/>
          <w:sz w:val="20"/>
          <w:szCs w:val="20"/>
        </w:rPr>
        <w:t xml:space="preserve">(slovy: </w:t>
      </w:r>
      <w:r>
        <w:rPr>
          <w:rFonts w:ascii="Arial" w:hAnsi="Arial" w:cs="Arial"/>
          <w:bCs/>
          <w:sz w:val="20"/>
          <w:szCs w:val="20"/>
        </w:rPr>
        <w:t>5 milionů</w:t>
      </w:r>
      <w:r w:rsidRPr="00BD1194">
        <w:rPr>
          <w:rFonts w:ascii="Arial" w:hAnsi="Arial" w:cs="Arial"/>
          <w:bCs/>
          <w:sz w:val="20"/>
          <w:szCs w:val="20"/>
        </w:rPr>
        <w:t xml:space="preserve"> korun českých)</w:t>
      </w:r>
      <w:r w:rsidRPr="00BD1194">
        <w:rPr>
          <w:rFonts w:ascii="Arial" w:hAnsi="Arial" w:cs="Arial"/>
          <w:b/>
          <w:bCs/>
          <w:sz w:val="20"/>
          <w:szCs w:val="20"/>
        </w:rPr>
        <w:t xml:space="preserve"> </w:t>
      </w:r>
      <w:r w:rsidRPr="00872733">
        <w:rPr>
          <w:rFonts w:ascii="Arial" w:hAnsi="Arial" w:cs="Arial"/>
          <w:b/>
          <w:bCs/>
          <w:sz w:val="20"/>
          <w:szCs w:val="20"/>
        </w:rPr>
        <w:t xml:space="preserve">bez DPH za každou takovou referenční zakázku. </w:t>
      </w:r>
      <w:r w:rsidRPr="00872733">
        <w:rPr>
          <w:rFonts w:ascii="Arial" w:hAnsi="Arial" w:cs="Arial"/>
          <w:b/>
          <w:sz w:val="20"/>
          <w:szCs w:val="20"/>
        </w:rPr>
        <w:t>Obdobný druh dodávek</w:t>
      </w:r>
      <w:r>
        <w:rPr>
          <w:rFonts w:ascii="Arial" w:hAnsi="Arial" w:cs="Arial"/>
          <w:b/>
          <w:sz w:val="20"/>
          <w:szCs w:val="20"/>
        </w:rPr>
        <w:t>/služeb</w:t>
      </w:r>
      <w:r w:rsidRPr="00872733">
        <w:rPr>
          <w:rFonts w:ascii="Arial" w:hAnsi="Arial" w:cs="Arial"/>
          <w:b/>
          <w:sz w:val="20"/>
          <w:szCs w:val="20"/>
        </w:rPr>
        <w:t xml:space="preserve"> z</w:t>
      </w:r>
      <w:r>
        <w:rPr>
          <w:rFonts w:ascii="Arial" w:hAnsi="Arial" w:cs="Arial"/>
          <w:b/>
          <w:sz w:val="20"/>
          <w:szCs w:val="20"/>
        </w:rPr>
        <w:t xml:space="preserve">adavatel blíže specifikuje jako </w:t>
      </w:r>
      <w:r w:rsidRPr="005108D5">
        <w:rPr>
          <w:rFonts w:ascii="Arial" w:hAnsi="Arial" w:cs="Arial"/>
          <w:b/>
          <w:bCs/>
          <w:sz w:val="20"/>
          <w:szCs w:val="20"/>
        </w:rPr>
        <w:t>poskytování užívacích práv (licencí) k produktům firmy Microsoft v rámci multilicenčních</w:t>
      </w:r>
      <w:r w:rsidR="00E066CF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0" w:name="_GoBack"/>
      <w:bookmarkEnd w:id="0"/>
      <w:r w:rsidRPr="005108D5">
        <w:rPr>
          <w:rFonts w:ascii="Arial" w:hAnsi="Arial" w:cs="Arial"/>
          <w:b/>
          <w:bCs/>
          <w:sz w:val="20"/>
          <w:szCs w:val="20"/>
        </w:rPr>
        <w:t>programů a poskytování služeb spojených s využitím licencí firmy Microsoft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3964F4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3255C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3964F4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5108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>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3964F4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255C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3964F4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3964F4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255C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3964F4" w:rsidP="005108D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3964F4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255C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3964F4" w:rsidP="005108D5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3964F4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255C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3964F4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3964F4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3964F4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3255C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3964F4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3964F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255C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3964F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3964F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255C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3964F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5108D5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3964F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255C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3964F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3964F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255C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3964F4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3964F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3964F4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3255C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3964F4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3964F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255C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3964F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3964F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255C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3964F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5108D5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3964F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255C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3964F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3964F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255C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3964F4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3964F4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3964F4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3964F4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3964F4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C1A" w:rsidRDefault="00CD1C1A">
      <w:r>
        <w:separator/>
      </w:r>
    </w:p>
  </w:endnote>
  <w:endnote w:type="continuationSeparator" w:id="0">
    <w:p w:rsidR="00CD1C1A" w:rsidRDefault="00CD1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3964F4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C1A" w:rsidRDefault="00CD1C1A">
      <w:r>
        <w:separator/>
      </w:r>
    </w:p>
  </w:footnote>
  <w:footnote w:type="continuationSeparator" w:id="0">
    <w:p w:rsidR="00CD1C1A" w:rsidRDefault="00CD1C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3964F4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9A0422A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228253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244A5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AF87F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14846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16200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B5C42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48A13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578CA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1FFEB06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67E88F3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256645A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090F38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B9AA57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AE81FC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6D0B77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EF38F72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5C2C5AD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57E0928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B38995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1C2538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B5660D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79A950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9BAEE4C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E5A885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EB804D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30BAB00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E7F8C28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56A67048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1730EE5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46A232A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6D7001CE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AF6A0976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782CB412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CADC041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8168BAE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D2E4F6C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6460472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F19C96A8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59B03630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590CA4F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17208AF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F414610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10C80C5C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6568CE04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0EF66766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D84DBAE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5982358C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86643F5E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5F26B6DE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F4F02C50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77B2506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E2427C66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DD86FB1A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A5803AE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7196FFF2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B230657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45120FF6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CCD46C60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35568CD8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A4642F04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3792293C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60CC0486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BE38191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BADAC96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540A7C3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4BED92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504A93C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5A7834C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C3A4FB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99CE09F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14E557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604489C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C80E2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BB0978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854A1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11201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FEABB6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9F6A8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F14474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CA62C1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D5A4951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9E4598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8D940FCA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F5E6092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54D6FBF0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D38657B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786433E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62B0612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8362BF9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3962AF7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B7444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5045E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BA610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71CA4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F0AD2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AAEC7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0CA38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CD456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9AC4F88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E5C09000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E00007F6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ECF8A790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CFAEFCFC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FDF666FC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38AECABC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17964FD0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6F301F10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8834AED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2756632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7A0C31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B942B4A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E4C10C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626677C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BE4CE9B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5A2A8FB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98F2F8F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DAF0B320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5CF0FE02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4314C28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861C493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E7CAE45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2590780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669A8532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6880814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431873E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06263E9A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EFCC26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D8E7A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A8CC8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E545A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D342A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87E8B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DD88C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ED472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79C4E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CC86F5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0E0F1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412A0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E8C66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55A30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CC03E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A2C00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A1036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B4D859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430291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902C6DC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AB625C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28CA9D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219A897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96C9E3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A74D15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3D70573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62EA4028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8976FB4C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513E3E94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13E6C6D0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9CBC80A2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5ADE8C62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19AE95EE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78BA130E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3DE858EC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41E692BC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AF4439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49CDF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906E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B411B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78EC9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B2F5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770FD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21460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577CC5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E2DB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E52FE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DAE2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B873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9D8DA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F88E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22C3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AE2C9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F1000E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C8C4C6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7D6DB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363B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1471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4EE46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9EA2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3AF5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4D2D3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B784B222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2445E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7689E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09A82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06455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62F5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9843F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2BAC5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8220A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4E5695A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04A0A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CC401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20E4A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BDCC5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282E1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F6AEB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87C69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76479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97982C5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ADA3D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8BCAD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56FA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B06CF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6CA4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B0492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22C73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B46D9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04105C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5106B5AA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C8EED57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1E88AEE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71C06852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961C3802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2FE8571A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E5C2E794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BDFE4D50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07A0D130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BFDAB1AE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9D0AEA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CE506702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2968F360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5704B668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60226914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9434FA24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F356DED2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0AB2CF3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2A604A0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A6EACE9E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5F60FBE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3AECC3E6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536A27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B58A059A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2C08749E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636473FC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E1E837C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9D215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BECC2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02A94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014F5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9EFA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B446C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08C72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DC62D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67721"/>
    <w:rsid w:val="003816AD"/>
    <w:rsid w:val="003826C8"/>
    <w:rsid w:val="003846A1"/>
    <w:rsid w:val="00387DD8"/>
    <w:rsid w:val="003964F4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08D5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1C1A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3255C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66CF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B9B12A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12</TotalTime>
  <Pages>2</Pages>
  <Words>409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Barášková Petra</cp:lastModifiedBy>
  <cp:revision>7</cp:revision>
  <cp:lastPrinted>2018-04-18T10:56:00Z</cp:lastPrinted>
  <dcterms:created xsi:type="dcterms:W3CDTF">2019-06-04T09:28:00Z</dcterms:created>
  <dcterms:modified xsi:type="dcterms:W3CDTF">2023-10-06T09:25:00Z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